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7403A" w14:textId="77777777" w:rsidR="00DA5177" w:rsidRDefault="00704C1A" w:rsidP="001A34B5">
      <w:pPr>
        <w:pStyle w:val="Title"/>
      </w:pPr>
      <w:r>
        <w:t>SIS</w:t>
      </w:r>
      <w:r w:rsidR="00DC1C27">
        <w:t xml:space="preserve"> User SuppoRT</w:t>
      </w:r>
    </w:p>
    <w:p w14:paraId="0127403C" w14:textId="487455DC" w:rsidR="002F354C" w:rsidRDefault="001C452B" w:rsidP="00E64654">
      <w:pPr>
        <w:pStyle w:val="Heading1"/>
        <w:tabs>
          <w:tab w:val="left" w:pos="6600"/>
        </w:tabs>
      </w:pPr>
      <w:r>
        <w:t>Department of Education</w:t>
      </w:r>
      <w:r w:rsidR="002E6C40">
        <w:t xml:space="preserve"> </w:t>
      </w:r>
      <w:r>
        <w:t>SUpport</w:t>
      </w:r>
      <w:r w:rsidR="00CA0BE9">
        <w:t xml:space="preserve"> Personnel</w:t>
      </w:r>
      <w:r w:rsidR="00E64654">
        <w:tab/>
      </w:r>
    </w:p>
    <w:p w14:paraId="1CAC408F" w14:textId="395863FB" w:rsidR="00834B87" w:rsidRPr="00834B87" w:rsidRDefault="00834B87" w:rsidP="00834B87">
      <w:r>
        <w:t>Any SIS related requests can be d</w:t>
      </w:r>
      <w:r w:rsidR="00A73949">
        <w:t>irected to</w:t>
      </w:r>
      <w:r w:rsidR="0095288F">
        <w:t xml:space="preserve"> one of</w:t>
      </w:r>
      <w:r w:rsidR="00A73949">
        <w:t xml:space="preserve"> the Student Information System Coordinators:</w:t>
      </w:r>
    </w:p>
    <w:p w14:paraId="0127403D" w14:textId="77777777" w:rsidR="002F354C" w:rsidRDefault="002F354C" w:rsidP="002F354C">
      <w:r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127405B" wp14:editId="6DA4B2E2">
                <wp:extent cx="2679700" cy="1047750"/>
                <wp:effectExtent l="0" t="0" r="6350" b="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74072" w14:textId="6CD00AEF" w:rsidR="002F354C" w:rsidRPr="00AD29EF" w:rsidRDefault="00AD29EF" w:rsidP="001C452B">
                            <w:pPr>
                              <w:pStyle w:val="Contacts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Ross Learn - Acting</w:t>
                            </w:r>
                          </w:p>
                          <w:p w14:paraId="01274073" w14:textId="235C868B" w:rsidR="002F354C" w:rsidRDefault="002F354C" w:rsidP="001C452B">
                            <w:pPr>
                              <w:pStyle w:val="Contacts"/>
                            </w:pPr>
                            <w:r>
                              <w:t>Student Information System Coordinator</w:t>
                            </w:r>
                            <w:r>
                              <w:br/>
                            </w:r>
                            <w:r w:rsidR="00AD29EF">
                              <w:rPr>
                                <w:rFonts w:ascii="Wingdings" w:hAnsi="Wingdings"/>
                              </w:rPr>
                              <w:t></w:t>
                            </w:r>
                            <w:r w:rsidR="00AD29EF" w:rsidRPr="00F55A6A">
                              <w:t xml:space="preserve"> rlearn@gov.nu.ca</w:t>
                            </w:r>
                            <w:r>
                              <w:br/>
                            </w:r>
                            <w:r>
                              <w:rPr>
                                <w:rFonts w:ascii="Wingdings 2" w:hAnsi="Wingdings 2"/>
                              </w:rPr>
                              <w:t></w:t>
                            </w:r>
                            <w:r w:rsidRPr="00F55A6A">
                              <w:t xml:space="preserve"> </w:t>
                            </w:r>
                            <w:r w:rsidR="00AD29EF">
                              <w:t>867 975-5660</w:t>
                            </w:r>
                            <w:r w:rsidR="00993DCC">
                              <w:br/>
                            </w:r>
                            <w:r w:rsidR="00993DCC" w:rsidRPr="00AD29EF">
                              <w:t xml:space="preserve">8:30 AM to 5 PM </w:t>
                            </w:r>
                            <w:r w:rsidR="00AD29EF" w:rsidRPr="00AD29EF">
                              <w:rPr>
                                <w:b/>
                              </w:rPr>
                              <w:t>Eastern Tim</w:t>
                            </w:r>
                            <w:r w:rsidR="00AD29EF">
                              <w:rPr>
                                <w:b/>
                              </w:rPr>
                              <w:t>e Zone</w:t>
                            </w:r>
                          </w:p>
                          <w:p w14:paraId="01274074" w14:textId="77777777" w:rsidR="002F354C" w:rsidRDefault="002F354C" w:rsidP="002F35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11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" stroked="f">
                <v:textbox>
                  <w:txbxContent>
                    <w:p w14:paraId="01274072" w14:textId="6CD00AEF" w:rsidR="002F354C" w:rsidRPr="00AD29EF" w:rsidRDefault="00AD29EF" w:rsidP="001C452B">
                      <w:pPr>
                        <w:pStyle w:val="Contacts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Ross Learn - Acting</w:t>
                      </w:r>
                    </w:p>
                    <w:p w14:paraId="01274073" w14:textId="235C868B" w:rsidR="002F354C" w:rsidRDefault="002F354C" w:rsidP="001C452B">
                      <w:pPr>
                        <w:pStyle w:val="Contacts"/>
                      </w:pPr>
                      <w:r>
                        <w:t>Student Information System Coordinator</w:t>
                      </w:r>
                      <w:r>
                        <w:br/>
                      </w:r>
                      <w:r w:rsidR="00AD29EF">
                        <w:rPr>
                          <w:rFonts w:ascii="Wingdings" w:hAnsi="Wingdings"/>
                        </w:rPr>
                        <w:t></w:t>
                      </w:r>
                      <w:r w:rsidR="00AD29EF" w:rsidRPr="00F55A6A">
                        <w:t xml:space="preserve"> rlearn@gov.nu.ca</w:t>
                      </w:r>
                      <w:r>
                        <w:br/>
                      </w:r>
                      <w:r>
                        <w:rPr>
                          <w:rFonts w:ascii="Wingdings 2" w:hAnsi="Wingdings 2"/>
                        </w:rPr>
                        <w:t></w:t>
                      </w:r>
                      <w:r w:rsidRPr="00F55A6A">
                        <w:t xml:space="preserve"> </w:t>
                      </w:r>
                      <w:r w:rsidR="00AD29EF">
                        <w:t>867 975-5660</w:t>
                      </w:r>
                      <w:r w:rsidR="00993DCC">
                        <w:br/>
                      </w:r>
                      <w:r w:rsidR="00993DCC" w:rsidRPr="00AD29EF">
                        <w:t xml:space="preserve">8:30 AM to 5 PM </w:t>
                      </w:r>
                      <w:r w:rsidR="00AD29EF" w:rsidRPr="00AD29EF">
                        <w:rPr>
                          <w:b/>
                        </w:rPr>
                        <w:t>Eastern Tim</w:t>
                      </w:r>
                      <w:r w:rsidR="00AD29EF">
                        <w:rPr>
                          <w:b/>
                        </w:rPr>
                        <w:t>e Zone</w:t>
                      </w:r>
                    </w:p>
                    <w:p w14:paraId="01274074" w14:textId="77777777" w:rsidR="002F354C" w:rsidRDefault="002F354C" w:rsidP="002F354C"/>
                  </w:txbxContent>
                </v:textbox>
                <w10:anchorlock/>
              </v:shape>
            </w:pict>
          </mc:Fallback>
        </mc:AlternateContent>
      </w:r>
      <w:r w:rsidR="001C452B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127405D" wp14:editId="59D289DF">
                <wp:extent cx="2854712" cy="990600"/>
                <wp:effectExtent l="0" t="0" r="3175" b="0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712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74075" w14:textId="77777777" w:rsidR="001C452B" w:rsidRDefault="001C452B" w:rsidP="001C452B">
                            <w:pPr>
                              <w:pStyle w:val="Contacts"/>
                            </w:pPr>
                            <w:r w:rsidRPr="00F55A6A">
                              <w:rPr>
                                <w:b/>
                              </w:rPr>
                              <w:t>Ross Learn</w:t>
                            </w:r>
                            <w:r>
                              <w:br/>
                              <w:t>Student Information System IT Coordinator</w:t>
                            </w:r>
                            <w:r>
                              <w:br/>
                            </w:r>
                            <w:r>
                              <w:rPr>
                                <w:rFonts w:ascii="Wingdings" w:hAnsi="Wingdings"/>
                              </w:rPr>
                              <w:t></w:t>
                            </w:r>
                            <w:r w:rsidRPr="00F55A6A">
                              <w:t xml:space="preserve"> rlearn@gov.nu.ca</w:t>
                            </w:r>
                          </w:p>
                          <w:p w14:paraId="01274076" w14:textId="77777777" w:rsidR="001C452B" w:rsidRDefault="001C452B" w:rsidP="001C452B">
                            <w:pPr>
                              <w:pStyle w:val="Contacts"/>
                            </w:pPr>
                            <w:r>
                              <w:rPr>
                                <w:rFonts w:ascii="Wingdings 2" w:hAnsi="Wingdings 2"/>
                              </w:rPr>
                              <w:t></w:t>
                            </w:r>
                            <w:r w:rsidRPr="00F55A6A">
                              <w:t xml:space="preserve"> </w:t>
                            </w:r>
                            <w:r>
                              <w:t>867-975-5660</w:t>
                            </w:r>
                          </w:p>
                          <w:p w14:paraId="76F7841A" w14:textId="19BD0271" w:rsidR="00993DCC" w:rsidRDefault="00993DCC" w:rsidP="001C452B">
                            <w:pPr>
                              <w:pStyle w:val="Contacts"/>
                            </w:pPr>
                            <w:r w:rsidRPr="00AD29EF">
                              <w:t xml:space="preserve">8:30 AM to 5 PM </w:t>
                            </w:r>
                            <w:r w:rsidRPr="00AD29EF">
                              <w:rPr>
                                <w:b/>
                              </w:rPr>
                              <w:t>Easter</w:t>
                            </w:r>
                            <w:r w:rsidR="00AD29EF" w:rsidRPr="00AD29EF">
                              <w:rPr>
                                <w:b/>
                              </w:rPr>
                              <w:t>n</w:t>
                            </w:r>
                            <w:r w:rsidRPr="00AD29EF">
                              <w:rPr>
                                <w:b/>
                              </w:rPr>
                              <w:t xml:space="preserve"> Time</w:t>
                            </w:r>
                            <w:r w:rsidR="00895D62" w:rsidRPr="00AD29EF">
                              <w:rPr>
                                <w:b/>
                              </w:rPr>
                              <w:t xml:space="preserve"> Zone</w:t>
                            </w:r>
                          </w:p>
                          <w:p w14:paraId="01274077" w14:textId="77777777" w:rsidR="001C452B" w:rsidRDefault="001C452B" w:rsidP="001C45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224.8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" stroked="f">
                <v:textbox>
                  <w:txbxContent>
                    <w:p w14:paraId="01274075" w14:textId="77777777" w:rsidR="001C452B" w:rsidRDefault="001C452B" w:rsidP="001C452B">
                      <w:pPr>
                        <w:pStyle w:val="Contacts"/>
                      </w:pPr>
                      <w:r w:rsidRPr="00F55A6A">
                        <w:rPr>
                          <w:b/>
                        </w:rPr>
                        <w:t>Ross Learn</w:t>
                      </w:r>
                      <w:r>
                        <w:br/>
                        <w:t>Student Information System IT Coordinator</w:t>
                      </w:r>
                      <w:r>
                        <w:br/>
                      </w:r>
                      <w:r>
                        <w:rPr>
                          <w:rFonts w:ascii="Wingdings" w:hAnsi="Wingdings"/>
                        </w:rPr>
                        <w:t></w:t>
                      </w:r>
                      <w:r w:rsidRPr="00F55A6A">
                        <w:t xml:space="preserve"> rlearn@gov.nu.ca</w:t>
                      </w:r>
                    </w:p>
                    <w:p w14:paraId="01274076" w14:textId="77777777" w:rsidR="001C452B" w:rsidRDefault="001C452B" w:rsidP="001C452B">
                      <w:pPr>
                        <w:pStyle w:val="Contacts"/>
                      </w:pPr>
                      <w:r>
                        <w:rPr>
                          <w:rFonts w:ascii="Wingdings 2" w:hAnsi="Wingdings 2"/>
                        </w:rPr>
                        <w:t></w:t>
                      </w:r>
                      <w:r w:rsidRPr="00F55A6A">
                        <w:t xml:space="preserve"> </w:t>
                      </w:r>
                      <w:r>
                        <w:t>867-975-5660</w:t>
                      </w:r>
                    </w:p>
                    <w:p w14:paraId="76F7841A" w14:textId="19BD0271" w:rsidR="00993DCC" w:rsidRDefault="00993DCC" w:rsidP="001C452B">
                      <w:pPr>
                        <w:pStyle w:val="Contacts"/>
                      </w:pPr>
                      <w:r w:rsidRPr="00AD29EF">
                        <w:t xml:space="preserve">8:30 AM to 5 PM </w:t>
                      </w:r>
                      <w:r w:rsidRPr="00AD29EF">
                        <w:rPr>
                          <w:b/>
                        </w:rPr>
                        <w:t>Easter</w:t>
                      </w:r>
                      <w:r w:rsidR="00AD29EF" w:rsidRPr="00AD29EF">
                        <w:rPr>
                          <w:b/>
                        </w:rPr>
                        <w:t>n</w:t>
                      </w:r>
                      <w:r w:rsidRPr="00AD29EF">
                        <w:rPr>
                          <w:b/>
                        </w:rPr>
                        <w:t xml:space="preserve"> Time</w:t>
                      </w:r>
                      <w:r w:rsidR="00895D62" w:rsidRPr="00AD29EF">
                        <w:rPr>
                          <w:b/>
                        </w:rPr>
                        <w:t xml:space="preserve"> Zone</w:t>
                      </w:r>
                    </w:p>
                    <w:p w14:paraId="01274077" w14:textId="77777777" w:rsidR="001C452B" w:rsidRDefault="001C452B" w:rsidP="001C452B"/>
                  </w:txbxContent>
                </v:textbox>
                <w10:anchorlock/>
              </v:shape>
            </w:pict>
          </mc:Fallback>
        </mc:AlternateContent>
      </w:r>
    </w:p>
    <w:p w14:paraId="0127404B" w14:textId="65AC6B21" w:rsidR="004505DE" w:rsidRDefault="0077277E" w:rsidP="00337796">
      <w:pPr>
        <w:pStyle w:val="Heading1"/>
      </w:pPr>
      <w:r>
        <w:t>Regional Support</w:t>
      </w:r>
      <w:r w:rsidR="003D3946">
        <w:t xml:space="preserve"> Personnel</w:t>
      </w:r>
    </w:p>
    <w:p w14:paraId="0127404C" w14:textId="10A62D25" w:rsidR="004505DE" w:rsidRPr="004505DE" w:rsidRDefault="00A73949" w:rsidP="004505DE">
      <w:r>
        <w:t>Alternatively, u</w:t>
      </w:r>
      <w:r w:rsidR="004505DE">
        <w:t xml:space="preserve">se </w:t>
      </w:r>
      <w:r>
        <w:t>the IT Program Coordinators</w:t>
      </w:r>
      <w:r w:rsidR="004505DE">
        <w:t xml:space="preserve"> for </w:t>
      </w:r>
      <w:r w:rsidR="00256554">
        <w:t xml:space="preserve">help </w:t>
      </w:r>
      <w:r w:rsidR="00EA2628">
        <w:t>at the regional level</w:t>
      </w:r>
      <w:r w:rsidR="003961AE">
        <w:t>.</w:t>
      </w:r>
    </w:p>
    <w:p w14:paraId="0127404D" w14:textId="77777777" w:rsidR="005E32F2" w:rsidRDefault="002D483E" w:rsidP="00967848">
      <w:pPr>
        <w:pStyle w:val="Heading3"/>
      </w:pPr>
      <w:r>
        <w:t>Qikiqtani Region</w:t>
      </w:r>
    </w:p>
    <w:p w14:paraId="0127404E" w14:textId="77777777" w:rsidR="00AC4BB4" w:rsidRDefault="00893883" w:rsidP="00AC4BB4">
      <w:r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127405F" wp14:editId="01274060">
                <wp:extent cx="1799303" cy="825191"/>
                <wp:effectExtent l="0" t="0" r="0" b="0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303" cy="825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74078" w14:textId="77777777" w:rsidR="00893883" w:rsidRDefault="00256554" w:rsidP="00B103FA">
                            <w:pPr>
                              <w:pStyle w:val="Contacts"/>
                            </w:pPr>
                            <w:r>
                              <w:t xml:space="preserve">Keith </w:t>
                            </w:r>
                            <w:r w:rsidRPr="00B103FA">
                              <w:t>Wyatt</w:t>
                            </w:r>
                          </w:p>
                          <w:p w14:paraId="01274079" w14:textId="77777777" w:rsidR="00893883" w:rsidRDefault="00256554" w:rsidP="00256554">
                            <w:pPr>
                              <w:pStyle w:val="Contacts"/>
                            </w:pPr>
                            <w:r>
                              <w:t>IT Program Coordinator</w:t>
                            </w:r>
                            <w:r w:rsidR="00893883">
                              <w:br/>
                            </w:r>
                            <w:r w:rsidR="00893883">
                              <w:rPr>
                                <w:rFonts w:ascii="Wingdings" w:hAnsi="Wingdings"/>
                              </w:rPr>
                              <w:t></w:t>
                            </w:r>
                            <w:r w:rsidR="00893883" w:rsidRPr="00F55A6A">
                              <w:t xml:space="preserve"> </w:t>
                            </w:r>
                            <w:r>
                              <w:t>kwyatt</w:t>
                            </w:r>
                            <w:r w:rsidR="00893883" w:rsidRPr="00F55A6A">
                              <w:t>@gov.nu.ca</w:t>
                            </w:r>
                            <w:r w:rsidR="00893883">
                              <w:br/>
                            </w:r>
                            <w:r w:rsidR="00893883">
                              <w:rPr>
                                <w:rFonts w:ascii="Wingdings 2" w:hAnsi="Wingdings 2"/>
                              </w:rPr>
                              <w:t></w:t>
                            </w:r>
                            <w:r w:rsidR="00893883" w:rsidRPr="00F55A6A">
                              <w:t xml:space="preserve"> </w:t>
                            </w:r>
                            <w:r>
                              <w:t>867-</w:t>
                            </w:r>
                            <w:r w:rsidRPr="00256554">
                              <w:t>899-7366</w:t>
                            </w:r>
                          </w:p>
                          <w:p w14:paraId="60B11D40" w14:textId="77777777" w:rsidR="00993DCC" w:rsidRDefault="00993DCC" w:rsidP="00256554">
                            <w:pPr>
                              <w:pStyle w:val="Contact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0127405F" id="_x0000_s1028" type="#_x0000_t202" style="width:141.7pt;height: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" stroked="f">
                <v:textbox>
                  <w:txbxContent>
                    <w:p w14:paraId="01274078" w14:textId="77777777" w:rsidR="00893883" w:rsidRDefault="00256554" w:rsidP="00B103FA">
                      <w:pPr>
                        <w:pStyle w:val="Contacts"/>
                      </w:pPr>
                      <w:r>
                        <w:t xml:space="preserve">Keith </w:t>
                      </w:r>
                      <w:r w:rsidRPr="00B103FA">
                        <w:t>Wyatt</w:t>
                      </w:r>
                    </w:p>
                    <w:p w14:paraId="01274079" w14:textId="77777777" w:rsidR="00893883" w:rsidRDefault="00256554" w:rsidP="00256554">
                      <w:pPr>
                        <w:pStyle w:val="Contacts"/>
                      </w:pPr>
                      <w:r>
                        <w:t>IT Program Coordinator</w:t>
                      </w:r>
                      <w:r w:rsidR="00893883">
                        <w:br/>
                      </w:r>
                      <w:r w:rsidR="00893883">
                        <w:rPr>
                          <w:rFonts w:ascii="Wingdings" w:hAnsi="Wingdings"/>
                        </w:rPr>
                        <w:t></w:t>
                      </w:r>
                      <w:r w:rsidR="00893883" w:rsidRPr="00F55A6A">
                        <w:t xml:space="preserve"> </w:t>
                      </w:r>
                      <w:r>
                        <w:t>kwyatt</w:t>
                      </w:r>
                      <w:r w:rsidR="00893883" w:rsidRPr="00F55A6A">
                        <w:t>@gov.nu.ca</w:t>
                      </w:r>
                      <w:r w:rsidR="00893883">
                        <w:br/>
                      </w:r>
                      <w:r w:rsidR="00893883">
                        <w:rPr>
                          <w:rFonts w:ascii="Wingdings 2" w:hAnsi="Wingdings 2"/>
                        </w:rPr>
                        <w:t></w:t>
                      </w:r>
                      <w:r w:rsidR="00893883" w:rsidRPr="00F55A6A">
                        <w:t xml:space="preserve"> </w:t>
                      </w:r>
                      <w:r>
                        <w:t>867-</w:t>
                      </w:r>
                      <w:r w:rsidRPr="00256554">
                        <w:t>899-7366</w:t>
                      </w:r>
                    </w:p>
                    <w:p w14:paraId="60B11D40" w14:textId="77777777" w:rsidR="00993DCC" w:rsidRDefault="00993DCC" w:rsidP="00256554">
                      <w:pPr>
                        <w:pStyle w:val="Contacts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127404F" w14:textId="77777777" w:rsidR="005574C4" w:rsidRDefault="002D483E" w:rsidP="00967848">
      <w:pPr>
        <w:pStyle w:val="Heading3"/>
      </w:pPr>
      <w:r>
        <w:t>Kivalliq Region</w:t>
      </w:r>
    </w:p>
    <w:p w14:paraId="01274050" w14:textId="77777777" w:rsidR="002D483E" w:rsidRDefault="00893883" w:rsidP="002D483E">
      <w:r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1274061" wp14:editId="01274062">
                <wp:extent cx="3177540" cy="802888"/>
                <wp:effectExtent l="0" t="0" r="3810" b="0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8028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7407A" w14:textId="77777777" w:rsidR="00893883" w:rsidRDefault="0075520A" w:rsidP="001C452B">
                            <w:pPr>
                              <w:pStyle w:val="Contacts"/>
                            </w:pPr>
                            <w:r>
                              <w:t>Bo</w:t>
                            </w:r>
                            <w:r w:rsidR="00256554">
                              <w:t>b Dunn</w:t>
                            </w:r>
                          </w:p>
                          <w:p w14:paraId="0127407B" w14:textId="77777777" w:rsidR="00893883" w:rsidRDefault="00256554" w:rsidP="00256554">
                            <w:pPr>
                              <w:pStyle w:val="Contacts"/>
                            </w:pPr>
                            <w:r>
                              <w:t>IT Program Coordinator</w:t>
                            </w:r>
                            <w:r>
                              <w:br/>
                            </w:r>
                            <w:r w:rsidR="00893883">
                              <w:rPr>
                                <w:rFonts w:ascii="Wingdings" w:hAnsi="Wingdings"/>
                              </w:rPr>
                              <w:t></w:t>
                            </w:r>
                            <w:r w:rsidR="00893883" w:rsidRPr="00F55A6A">
                              <w:t xml:space="preserve"> </w:t>
                            </w:r>
                            <w:r>
                              <w:t>bdunn</w:t>
                            </w:r>
                            <w:r w:rsidR="00893883" w:rsidRPr="00F55A6A">
                              <w:t>@gov.nu.ca</w:t>
                            </w:r>
                            <w:r w:rsidR="00893883">
                              <w:br/>
                            </w:r>
                            <w:r w:rsidR="00893883">
                              <w:rPr>
                                <w:rFonts w:ascii="Wingdings 2" w:hAnsi="Wingdings 2"/>
                              </w:rPr>
                              <w:t></w:t>
                            </w:r>
                            <w:r w:rsidR="00893883" w:rsidRPr="00F55A6A">
                              <w:t xml:space="preserve"> </w:t>
                            </w:r>
                            <w:r w:rsidRPr="00256554">
                              <w:t>867-793-2803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01274061" id="_x0000_s1029" type="#_x0000_t202" style="width:250.2pt;height:6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" stroked="f">
                <v:textbox>
                  <w:txbxContent>
                    <w:p w14:paraId="0127407A" w14:textId="77777777" w:rsidR="00893883" w:rsidRDefault="0075520A" w:rsidP="001C452B">
                      <w:pPr>
                        <w:pStyle w:val="Contacts"/>
                      </w:pPr>
                      <w:r>
                        <w:t>Bo</w:t>
                      </w:r>
                      <w:r w:rsidR="00256554">
                        <w:t>b Dunn</w:t>
                      </w:r>
                    </w:p>
                    <w:p w14:paraId="0127407B" w14:textId="77777777" w:rsidR="00893883" w:rsidRDefault="00256554" w:rsidP="00256554">
                      <w:pPr>
                        <w:pStyle w:val="Contacts"/>
                      </w:pPr>
                      <w:r>
                        <w:t>IT Program Coordinator</w:t>
                      </w:r>
                      <w:r>
                        <w:br/>
                      </w:r>
                      <w:r w:rsidR="00893883">
                        <w:rPr>
                          <w:rFonts w:ascii="Wingdings" w:hAnsi="Wingdings"/>
                        </w:rPr>
                        <w:t></w:t>
                      </w:r>
                      <w:r w:rsidR="00893883" w:rsidRPr="00F55A6A">
                        <w:t xml:space="preserve"> </w:t>
                      </w:r>
                      <w:r>
                        <w:t>bdunn</w:t>
                      </w:r>
                      <w:r w:rsidR="00893883" w:rsidRPr="00F55A6A">
                        <w:t>@gov.nu.ca</w:t>
                      </w:r>
                      <w:r w:rsidR="00893883">
                        <w:br/>
                      </w:r>
                      <w:r w:rsidR="00893883">
                        <w:rPr>
                          <w:rFonts w:ascii="Wingdings 2" w:hAnsi="Wingdings 2"/>
                        </w:rPr>
                        <w:t></w:t>
                      </w:r>
                      <w:r w:rsidR="00893883" w:rsidRPr="00F55A6A">
                        <w:t xml:space="preserve"> </w:t>
                      </w:r>
                      <w:r w:rsidRPr="00256554">
                        <w:t>867-793-2803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14:paraId="01274051" w14:textId="77777777" w:rsidR="002D483E" w:rsidRDefault="002D483E" w:rsidP="00967848">
      <w:pPr>
        <w:pStyle w:val="Heading3"/>
      </w:pPr>
      <w:r>
        <w:t>Kitikmeot Region</w:t>
      </w:r>
    </w:p>
    <w:p w14:paraId="01274052" w14:textId="77777777" w:rsidR="00216D3A" w:rsidRDefault="00893883" w:rsidP="001D52F6">
      <w:r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1274063" wp14:editId="01274064">
                <wp:extent cx="3178098" cy="836342"/>
                <wp:effectExtent l="0" t="0" r="3810" b="1905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098" cy="8363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7407C" w14:textId="77777777" w:rsidR="00893883" w:rsidRDefault="00256554" w:rsidP="001C452B">
                            <w:pPr>
                              <w:pStyle w:val="Contacts"/>
                            </w:pPr>
                            <w:r>
                              <w:t>Matthew Wyatt</w:t>
                            </w:r>
                          </w:p>
                          <w:p w14:paraId="0127407D" w14:textId="77777777" w:rsidR="00893883" w:rsidRDefault="00220D93" w:rsidP="001C452B">
                            <w:pPr>
                              <w:pStyle w:val="Contacts"/>
                            </w:pPr>
                            <w:r>
                              <w:t>IT Program Coordinator</w:t>
                            </w:r>
                            <w:r w:rsidR="00893883">
                              <w:br/>
                            </w:r>
                            <w:r w:rsidR="00893883">
                              <w:rPr>
                                <w:rFonts w:ascii="Wingdings" w:hAnsi="Wingdings"/>
                              </w:rPr>
                              <w:t></w:t>
                            </w:r>
                            <w:r w:rsidR="00893883" w:rsidRPr="00F55A6A">
                              <w:t xml:space="preserve"> </w:t>
                            </w:r>
                            <w:r>
                              <w:t>mwyatt</w:t>
                            </w:r>
                            <w:r w:rsidR="00893883" w:rsidRPr="00F55A6A">
                              <w:t>@gov.nu.ca</w:t>
                            </w:r>
                            <w:r w:rsidR="00893883">
                              <w:br/>
                            </w:r>
                            <w:r w:rsidR="00893883">
                              <w:rPr>
                                <w:rFonts w:ascii="Wingdings 2" w:hAnsi="Wingdings 2"/>
                              </w:rPr>
                              <w:t></w:t>
                            </w:r>
                            <w:r w:rsidR="00893883" w:rsidRPr="00F55A6A">
                              <w:t xml:space="preserve"> </w:t>
                            </w:r>
                            <w:r w:rsidRPr="00220D93">
                              <w:t>867-982-7423</w:t>
                            </w:r>
                          </w:p>
                          <w:p w14:paraId="0127407E" w14:textId="77777777" w:rsidR="00893883" w:rsidRDefault="00893883" w:rsidP="008938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01274063" id="_x0000_s1030" type="#_x0000_t202" style="width:250.25pt;height:6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" stroked="f">
                <v:textbox>
                  <w:txbxContent>
                    <w:p w14:paraId="0127407C" w14:textId="77777777" w:rsidR="00893883" w:rsidRDefault="00256554" w:rsidP="001C452B">
                      <w:pPr>
                        <w:pStyle w:val="Contacts"/>
                      </w:pPr>
                      <w:r>
                        <w:t>Matthew Wyatt</w:t>
                      </w:r>
                    </w:p>
                    <w:p w14:paraId="0127407D" w14:textId="77777777" w:rsidR="00893883" w:rsidRDefault="00220D93" w:rsidP="001C452B">
                      <w:pPr>
                        <w:pStyle w:val="Contacts"/>
                      </w:pPr>
                      <w:r>
                        <w:t>IT Program Coordinator</w:t>
                      </w:r>
                      <w:r w:rsidR="00893883">
                        <w:br/>
                      </w:r>
                      <w:r w:rsidR="00893883">
                        <w:rPr>
                          <w:rFonts w:ascii="Wingdings" w:hAnsi="Wingdings"/>
                        </w:rPr>
                        <w:t></w:t>
                      </w:r>
                      <w:r w:rsidR="00893883" w:rsidRPr="00F55A6A">
                        <w:t xml:space="preserve"> </w:t>
                      </w:r>
                      <w:r>
                        <w:t>mwyatt</w:t>
                      </w:r>
                      <w:r w:rsidR="00893883" w:rsidRPr="00F55A6A">
                        <w:t>@gov.nu.ca</w:t>
                      </w:r>
                      <w:r w:rsidR="00893883">
                        <w:br/>
                      </w:r>
                      <w:r w:rsidR="00893883">
                        <w:rPr>
                          <w:rFonts w:ascii="Wingdings 2" w:hAnsi="Wingdings 2"/>
                        </w:rPr>
                        <w:t></w:t>
                      </w:r>
                      <w:r w:rsidR="00893883" w:rsidRPr="00F55A6A">
                        <w:t xml:space="preserve"> </w:t>
                      </w:r>
                      <w:r w:rsidRPr="00220D93">
                        <w:t>867-982-7423</w:t>
                      </w:r>
                    </w:p>
                    <w:p w14:paraId="0127407E" w14:textId="77777777" w:rsidR="00893883" w:rsidRDefault="00893883" w:rsidP="00893883"/>
                  </w:txbxContent>
                </v:textbox>
                <w10:anchorlock/>
              </v:shape>
            </w:pict>
          </mc:Fallback>
        </mc:AlternateContent>
      </w:r>
    </w:p>
    <w:p w14:paraId="01274053" w14:textId="77777777" w:rsidR="00657A94" w:rsidRDefault="00657A94" w:rsidP="00337796">
      <w:pPr>
        <w:pStyle w:val="Heading1"/>
      </w:pPr>
      <w:r>
        <w:t>Online Resources</w:t>
      </w:r>
    </w:p>
    <w:p w14:paraId="0127405A" w14:textId="5B4ED880" w:rsidR="00836657" w:rsidRPr="001D52F6" w:rsidRDefault="00834B87" w:rsidP="001D52F6">
      <w:r>
        <w:t xml:space="preserve">For step-by-step documents, please consult </w:t>
      </w:r>
      <w:r w:rsidR="00E64654" w:rsidRPr="00E64654">
        <w:rPr>
          <w:b/>
        </w:rPr>
        <w:t>Nunavut SIS Wikispace</w:t>
      </w:r>
      <w:r w:rsidR="00E64654">
        <w:t xml:space="preserve">: </w:t>
      </w:r>
      <w:hyperlink r:id="rId9" w:history="1">
        <w:r w:rsidR="00E64654" w:rsidRPr="00F149F9">
          <w:rPr>
            <w:rStyle w:val="Hyperlink"/>
          </w:rPr>
          <w:t>http://nunavutsis.wikispaces.com</w:t>
        </w:r>
      </w:hyperlink>
    </w:p>
    <w:sectPr w:rsidR="00836657" w:rsidRPr="001D52F6" w:rsidSect="00BA4613">
      <w:headerReference w:type="default" r:id="rId10"/>
      <w:footerReference w:type="default" r:id="rId11"/>
      <w:pgSz w:w="12240" w:h="15840"/>
      <w:pgMar w:top="2016" w:right="1080" w:bottom="1440" w:left="108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0C133" w14:textId="77777777" w:rsidR="00484812" w:rsidRDefault="00484812" w:rsidP="00370195">
      <w:pPr>
        <w:spacing w:before="0" w:after="0"/>
      </w:pPr>
      <w:r>
        <w:separator/>
      </w:r>
    </w:p>
  </w:endnote>
  <w:endnote w:type="continuationSeparator" w:id="0">
    <w:p w14:paraId="31E6F26D" w14:textId="77777777" w:rsidR="00484812" w:rsidRDefault="00484812" w:rsidP="003701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llymun RO">
    <w:altName w:val="Segoe UI"/>
    <w:panose1 w:val="020B0500060000000000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C3216" w14:textId="498D88E2" w:rsidR="00756F76" w:rsidRDefault="00756F76">
    <w:pPr>
      <w:pStyle w:val="Footer"/>
    </w:pPr>
    <w:r>
      <w:t>Updated: August 26,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B55BB" w14:textId="77777777" w:rsidR="00484812" w:rsidRDefault="00484812" w:rsidP="00370195">
      <w:pPr>
        <w:spacing w:before="0" w:after="0"/>
      </w:pPr>
      <w:r>
        <w:separator/>
      </w:r>
    </w:p>
  </w:footnote>
  <w:footnote w:type="continuationSeparator" w:id="0">
    <w:p w14:paraId="363EAF86" w14:textId="77777777" w:rsidR="00484812" w:rsidRDefault="00484812" w:rsidP="003701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74069" w14:textId="77777777" w:rsidR="00370195" w:rsidRDefault="00370195" w:rsidP="00BA4613">
    <w:pPr>
      <w:pStyle w:val="Header"/>
      <w:tabs>
        <w:tab w:val="clear" w:pos="4680"/>
        <w:tab w:val="clear" w:pos="9360"/>
        <w:tab w:val="center" w:pos="4995"/>
      </w:tabs>
      <w:ind w:left="-9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27406E" wp14:editId="0127406F">
              <wp:simplePos x="0" y="0"/>
              <wp:positionH relativeFrom="column">
                <wp:posOffset>613410</wp:posOffset>
              </wp:positionH>
              <wp:positionV relativeFrom="paragraph">
                <wp:posOffset>282575</wp:posOffset>
              </wp:positionV>
              <wp:extent cx="1901227" cy="654147"/>
              <wp:effectExtent l="0" t="0" r="381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227" cy="6541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27407F" w14:textId="77777777" w:rsidR="00E7115D" w:rsidRDefault="00370195" w:rsidP="00E7115D">
                          <w:pPr>
                            <w:pStyle w:val="Header"/>
                          </w:pPr>
                          <w:proofErr w:type="spellStart"/>
                          <w:r w:rsidRPr="00E7115D">
                            <w:rPr>
                              <w:rFonts w:ascii="Ballymun RO" w:hAnsi="Ballymun RO" w:cs="Ballymun RO"/>
                            </w:rPr>
                            <w:t>ᐃᓕᓐᓂᐊᕐᓂᓕᕆᔨᒃᑯᑦ</w:t>
                          </w:r>
                          <w:proofErr w:type="spellEnd"/>
                        </w:p>
                        <w:p w14:paraId="01274080" w14:textId="77777777" w:rsidR="00E7115D" w:rsidRDefault="00370195" w:rsidP="00E7115D">
                          <w:pPr>
                            <w:pStyle w:val="Header"/>
                          </w:pPr>
                          <w:r w:rsidRPr="00E7115D">
                            <w:t>Department of Education</w:t>
                          </w:r>
                        </w:p>
                        <w:p w14:paraId="01274081" w14:textId="77777777" w:rsidR="00E7115D" w:rsidRDefault="00370195" w:rsidP="00E7115D">
                          <w:pPr>
                            <w:pStyle w:val="Header"/>
                          </w:pPr>
                          <w:r w:rsidRPr="00E7115D">
                            <w:t>Ilinniaqtuliqiyikkut</w:t>
                          </w:r>
                        </w:p>
                        <w:p w14:paraId="01274082" w14:textId="77777777" w:rsidR="00370195" w:rsidRPr="00E7115D" w:rsidRDefault="00370195" w:rsidP="00E7115D">
                          <w:pPr>
                            <w:pStyle w:val="Header"/>
                          </w:pPr>
                          <w:proofErr w:type="spellStart"/>
                          <w:r w:rsidRPr="00E7115D">
                            <w:t>Ministère</w:t>
                          </w:r>
                          <w:proofErr w:type="spellEnd"/>
                          <w:r w:rsidRPr="00E7115D">
                            <w:t xml:space="preserve"> de </w:t>
                          </w:r>
                          <w:proofErr w:type="spellStart"/>
                          <w:r w:rsidRPr="00E7115D">
                            <w:t>l’Éducation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127406E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8.3pt;margin-top:22.25pt;width:149.7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" stroked="f">
              <v:textbox>
                <w:txbxContent>
                  <w:p w14:paraId="0127407F" w14:textId="77777777" w:rsidR="00E7115D" w:rsidRDefault="00370195" w:rsidP="00E7115D">
                    <w:pPr>
                      <w:pStyle w:val="Header"/>
                    </w:pPr>
                    <w:proofErr w:type="spellStart"/>
                    <w:r w:rsidRPr="00E7115D">
                      <w:rPr>
                        <w:rFonts w:ascii="Ballymun RO" w:hAnsi="Ballymun RO" w:cs="Ballymun RO"/>
                      </w:rPr>
                      <w:t>ᐃᓕᓐᓂᐊᕐᓂᓕᕆᔨᒃᑯᑦ</w:t>
                    </w:r>
                    <w:proofErr w:type="spellEnd"/>
                  </w:p>
                  <w:p w14:paraId="01274080" w14:textId="77777777" w:rsidR="00E7115D" w:rsidRDefault="00370195" w:rsidP="00E7115D">
                    <w:pPr>
                      <w:pStyle w:val="Header"/>
                    </w:pPr>
                    <w:r w:rsidRPr="00E7115D">
                      <w:t>Department of Education</w:t>
                    </w:r>
                  </w:p>
                  <w:p w14:paraId="01274081" w14:textId="77777777" w:rsidR="00E7115D" w:rsidRDefault="00370195" w:rsidP="00E7115D">
                    <w:pPr>
                      <w:pStyle w:val="Header"/>
                    </w:pPr>
                    <w:r w:rsidRPr="00E7115D">
                      <w:t>Ilinniaqtuliqiyikkut</w:t>
                    </w:r>
                  </w:p>
                  <w:p w14:paraId="01274082" w14:textId="77777777" w:rsidR="00370195" w:rsidRPr="00E7115D" w:rsidRDefault="00370195" w:rsidP="00E7115D">
                    <w:pPr>
                      <w:pStyle w:val="Header"/>
                    </w:pPr>
                    <w:proofErr w:type="spellStart"/>
                    <w:r w:rsidRPr="00E7115D">
                      <w:t>Ministère</w:t>
                    </w:r>
                    <w:proofErr w:type="spellEnd"/>
                    <w:r w:rsidRPr="00E7115D">
                      <w:t xml:space="preserve"> de </w:t>
                    </w:r>
                    <w:proofErr w:type="spellStart"/>
                    <w:r w:rsidRPr="00E7115D">
                      <w:t>l’Éducation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w:drawing>
        <wp:inline distT="0" distB="0" distL="0" distR="0" wp14:anchorId="01274070" wp14:editId="01274071">
          <wp:extent cx="665557" cy="826321"/>
          <wp:effectExtent l="0" t="0" r="127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n-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65" t="3252" r="4176" b="3876"/>
                  <a:stretch/>
                </pic:blipFill>
                <pic:spPr bwMode="auto">
                  <a:xfrm>
                    <a:off x="0" y="0"/>
                    <a:ext cx="670780" cy="8328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A461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5772"/>
    <w:multiLevelType w:val="hybridMultilevel"/>
    <w:tmpl w:val="078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B285E"/>
    <w:multiLevelType w:val="hybridMultilevel"/>
    <w:tmpl w:val="945E4B44"/>
    <w:lvl w:ilvl="0" w:tplc="F286940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20C67"/>
    <w:multiLevelType w:val="hybridMultilevel"/>
    <w:tmpl w:val="1D64F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27FF1"/>
    <w:multiLevelType w:val="hybridMultilevel"/>
    <w:tmpl w:val="32F2E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1A"/>
    <w:rsid w:val="00020863"/>
    <w:rsid w:val="00070B87"/>
    <w:rsid w:val="00092B57"/>
    <w:rsid w:val="00095B02"/>
    <w:rsid w:val="000A3D3E"/>
    <w:rsid w:val="000C2A4A"/>
    <w:rsid w:val="001320E8"/>
    <w:rsid w:val="001A34B5"/>
    <w:rsid w:val="001C452B"/>
    <w:rsid w:val="001D52F6"/>
    <w:rsid w:val="00216D3A"/>
    <w:rsid w:val="00220D93"/>
    <w:rsid w:val="00256554"/>
    <w:rsid w:val="0026214B"/>
    <w:rsid w:val="002B3606"/>
    <w:rsid w:val="002D483E"/>
    <w:rsid w:val="002E6C40"/>
    <w:rsid w:val="002F354C"/>
    <w:rsid w:val="00302A23"/>
    <w:rsid w:val="00304594"/>
    <w:rsid w:val="00323785"/>
    <w:rsid w:val="00337796"/>
    <w:rsid w:val="00370195"/>
    <w:rsid w:val="003961AE"/>
    <w:rsid w:val="00397273"/>
    <w:rsid w:val="003D3946"/>
    <w:rsid w:val="0043249E"/>
    <w:rsid w:val="004505DE"/>
    <w:rsid w:val="00484812"/>
    <w:rsid w:val="004B553E"/>
    <w:rsid w:val="004C5742"/>
    <w:rsid w:val="004F03B7"/>
    <w:rsid w:val="005351C3"/>
    <w:rsid w:val="00544813"/>
    <w:rsid w:val="005574C4"/>
    <w:rsid w:val="00570F1A"/>
    <w:rsid w:val="00581F0A"/>
    <w:rsid w:val="005E32F2"/>
    <w:rsid w:val="005E5E3A"/>
    <w:rsid w:val="005F1AB4"/>
    <w:rsid w:val="00652489"/>
    <w:rsid w:val="00657A94"/>
    <w:rsid w:val="00684A10"/>
    <w:rsid w:val="006D7303"/>
    <w:rsid w:val="006E1F8F"/>
    <w:rsid w:val="00704C1A"/>
    <w:rsid w:val="007343BF"/>
    <w:rsid w:val="0075520A"/>
    <w:rsid w:val="00756E8B"/>
    <w:rsid w:val="00756F76"/>
    <w:rsid w:val="00765F58"/>
    <w:rsid w:val="0077277E"/>
    <w:rsid w:val="00803223"/>
    <w:rsid w:val="00834B87"/>
    <w:rsid w:val="00836657"/>
    <w:rsid w:val="00893883"/>
    <w:rsid w:val="00894688"/>
    <w:rsid w:val="00895D62"/>
    <w:rsid w:val="008B1BEB"/>
    <w:rsid w:val="008C7E57"/>
    <w:rsid w:val="008D7F61"/>
    <w:rsid w:val="008F3111"/>
    <w:rsid w:val="008F3CE3"/>
    <w:rsid w:val="008F3D90"/>
    <w:rsid w:val="008F628D"/>
    <w:rsid w:val="00910937"/>
    <w:rsid w:val="009435A6"/>
    <w:rsid w:val="0095288F"/>
    <w:rsid w:val="00967848"/>
    <w:rsid w:val="00992526"/>
    <w:rsid w:val="00993DCC"/>
    <w:rsid w:val="00A54BAA"/>
    <w:rsid w:val="00A73949"/>
    <w:rsid w:val="00A9501F"/>
    <w:rsid w:val="00AB481B"/>
    <w:rsid w:val="00AC4BB4"/>
    <w:rsid w:val="00AC5E81"/>
    <w:rsid w:val="00AD29EF"/>
    <w:rsid w:val="00B103FA"/>
    <w:rsid w:val="00B11F9E"/>
    <w:rsid w:val="00B252FA"/>
    <w:rsid w:val="00B40EEF"/>
    <w:rsid w:val="00B438F6"/>
    <w:rsid w:val="00B43EAA"/>
    <w:rsid w:val="00B75002"/>
    <w:rsid w:val="00BA340F"/>
    <w:rsid w:val="00BA4613"/>
    <w:rsid w:val="00BB0843"/>
    <w:rsid w:val="00BC411A"/>
    <w:rsid w:val="00C103E2"/>
    <w:rsid w:val="00C751B0"/>
    <w:rsid w:val="00CA0BE9"/>
    <w:rsid w:val="00DA5177"/>
    <w:rsid w:val="00DB2A39"/>
    <w:rsid w:val="00DC1C27"/>
    <w:rsid w:val="00DC6320"/>
    <w:rsid w:val="00DF4BA7"/>
    <w:rsid w:val="00E464B8"/>
    <w:rsid w:val="00E55F27"/>
    <w:rsid w:val="00E64654"/>
    <w:rsid w:val="00E705E4"/>
    <w:rsid w:val="00E7115D"/>
    <w:rsid w:val="00E87604"/>
    <w:rsid w:val="00EA2628"/>
    <w:rsid w:val="00EC503D"/>
    <w:rsid w:val="00ED45E2"/>
    <w:rsid w:val="00EF204A"/>
    <w:rsid w:val="00F4617C"/>
    <w:rsid w:val="00F55A6A"/>
    <w:rsid w:val="00F720D8"/>
    <w:rsid w:val="00F96A56"/>
    <w:rsid w:val="00FC533D"/>
    <w:rsid w:val="00F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274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54"/>
    <w:pPr>
      <w:spacing w:before="200" w:line="240" w:lineRule="auto"/>
    </w:pPr>
    <w:rPr>
      <w:color w:val="404040" w:themeColor="text1" w:themeTint="BF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3FA"/>
    <w:pPr>
      <w:keepNext/>
      <w:keepLines/>
      <w:pBdr>
        <w:top w:val="single" w:sz="12" w:space="1" w:color="5D86B7"/>
        <w:left w:val="single" w:sz="8" w:space="4" w:color="5D86B7"/>
        <w:bottom w:val="single" w:sz="12" w:space="1" w:color="5D86B7"/>
        <w:right w:val="single" w:sz="8" w:space="4" w:color="5D86B7"/>
      </w:pBdr>
      <w:shd w:val="clear" w:color="auto" w:fill="5D86B7"/>
      <w:spacing w:before="240" w:after="0"/>
      <w:outlineLvl w:val="0"/>
    </w:pPr>
    <w:rPr>
      <w:rFonts w:eastAsiaTheme="majorEastAsia" w:cstheme="majorBidi"/>
      <w:b/>
      <w:bCs/>
      <w:caps/>
      <w:color w:val="FFFFFF" w:themeColor="background1"/>
      <w:spacing w:val="15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4B87"/>
    <w:pPr>
      <w:keepNext/>
      <w:keepLines/>
      <w:pBdr>
        <w:top w:val="single" w:sz="18" w:space="1" w:color="DBE5F1" w:themeColor="accent1" w:themeTint="33"/>
        <w:left w:val="single" w:sz="18" w:space="4" w:color="DBE5F1" w:themeColor="accent1" w:themeTint="33"/>
        <w:right w:val="single" w:sz="18" w:space="4" w:color="DBE5F1" w:themeColor="accent1" w:themeTint="33"/>
      </w:pBdr>
      <w:shd w:val="clear" w:color="auto" w:fill="DBE5F1" w:themeFill="accent1" w:themeFillTint="33"/>
      <w:spacing w:before="240" w:after="120"/>
      <w:outlineLvl w:val="1"/>
    </w:pPr>
    <w:rPr>
      <w:rFonts w:eastAsiaTheme="majorEastAsia" w:cstheme="majorBidi"/>
      <w:bCs/>
      <w:caps/>
      <w:spacing w:val="15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4B87"/>
    <w:pPr>
      <w:keepNext/>
      <w:keepLines/>
      <w:pBdr>
        <w:left w:val="single" w:sz="4" w:space="4" w:color="B8CCE4" w:themeColor="accent1" w:themeTint="66"/>
        <w:bottom w:val="single" w:sz="4" w:space="1" w:color="B8CCE4" w:themeColor="accent1" w:themeTint="66"/>
      </w:pBdr>
      <w:spacing w:before="120" w:after="120"/>
      <w:outlineLvl w:val="2"/>
    </w:pPr>
    <w:rPr>
      <w:rFonts w:eastAsiaTheme="majorEastAsia" w:cstheme="majorBidi"/>
      <w:bCs/>
      <w:i/>
      <w:color w:val="1F497D" w:themeColor="text2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03FA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3FA"/>
    <w:rPr>
      <w:rFonts w:eastAsiaTheme="majorEastAsia" w:cstheme="majorBidi"/>
      <w:b/>
      <w:bCs/>
      <w:caps/>
      <w:color w:val="FFFFFF" w:themeColor="background1"/>
      <w:spacing w:val="15"/>
      <w:sz w:val="24"/>
      <w:szCs w:val="28"/>
      <w:shd w:val="clear" w:color="auto" w:fill="5D86B7"/>
    </w:rPr>
  </w:style>
  <w:style w:type="character" w:customStyle="1" w:styleId="Heading2Char">
    <w:name w:val="Heading 2 Char"/>
    <w:basedOn w:val="DefaultParagraphFont"/>
    <w:link w:val="Heading2"/>
    <w:uiPriority w:val="9"/>
    <w:rsid w:val="00834B87"/>
    <w:rPr>
      <w:rFonts w:eastAsiaTheme="majorEastAsia" w:cstheme="majorBidi"/>
      <w:bCs/>
      <w:caps/>
      <w:color w:val="404040" w:themeColor="text1" w:themeTint="BF"/>
      <w:spacing w:val="15"/>
      <w:sz w:val="24"/>
      <w:szCs w:val="26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34B87"/>
    <w:rPr>
      <w:rFonts w:eastAsiaTheme="majorEastAsia" w:cstheme="majorBidi"/>
      <w:bCs/>
      <w:i/>
      <w:color w:val="1F497D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B103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Header">
    <w:name w:val="header"/>
    <w:basedOn w:val="Normal"/>
    <w:link w:val="HeaderChar"/>
    <w:uiPriority w:val="99"/>
    <w:unhideWhenUsed/>
    <w:rsid w:val="00B103FA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103FA"/>
    <w:rPr>
      <w:color w:val="404040" w:themeColor="text1" w:themeTint="BF"/>
      <w:sz w:val="16"/>
    </w:rPr>
  </w:style>
  <w:style w:type="paragraph" w:styleId="Footer">
    <w:name w:val="footer"/>
    <w:basedOn w:val="Normal"/>
    <w:link w:val="FooterChar"/>
    <w:uiPriority w:val="99"/>
    <w:unhideWhenUsed/>
    <w:rsid w:val="00B103FA"/>
    <w:pPr>
      <w:tabs>
        <w:tab w:val="center" w:pos="4680"/>
        <w:tab w:val="right" w:pos="9360"/>
      </w:tabs>
      <w:spacing w:before="0" w:after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B103FA"/>
    <w:rPr>
      <w:color w:val="404040" w:themeColor="text1" w:themeTint="BF"/>
      <w:sz w:val="18"/>
    </w:rPr>
  </w:style>
  <w:style w:type="character" w:styleId="IntenseEmphasis">
    <w:name w:val="Intense Emphasis"/>
    <w:basedOn w:val="DefaultParagraphFont"/>
    <w:uiPriority w:val="21"/>
    <w:qFormat/>
    <w:rsid w:val="00B103FA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3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FA"/>
    <w:rPr>
      <w:rFonts w:ascii="Tahoma" w:hAnsi="Tahoma" w:cs="Tahoma"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3D3E"/>
    <w:pPr>
      <w:spacing w:before="0" w:after="120"/>
      <w:contextualSpacing/>
    </w:pPr>
    <w:rPr>
      <w:rFonts w:eastAsiaTheme="majorEastAsia" w:cstheme="majorBidi"/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3D3E"/>
    <w:rPr>
      <w:rFonts w:eastAsiaTheme="majorEastAsia" w:cstheme="majorBidi"/>
      <w:caps/>
      <w:color w:val="5681B4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103FA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B103FA"/>
    <w:rPr>
      <w:b/>
      <w:bCs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B103FA"/>
    <w:pPr>
      <w:pBdr>
        <w:top w:val="single" w:sz="8" w:space="1" w:color="F2F2F2" w:themeColor="background1" w:themeShade="F2"/>
        <w:left w:val="dotted" w:sz="4" w:space="4" w:color="auto"/>
        <w:bottom w:val="single" w:sz="8" w:space="1" w:color="F2F2F2" w:themeColor="background1" w:themeShade="F2"/>
        <w:right w:val="single" w:sz="12" w:space="4" w:color="F2F2F2" w:themeColor="background1" w:themeShade="F2"/>
      </w:pBdr>
      <w:shd w:val="clear" w:color="auto" w:fill="F2F2F2" w:themeFill="background1" w:themeFillShade="F2"/>
      <w:spacing w:before="240" w:after="240"/>
      <w:ind w:left="432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03FA"/>
    <w:rPr>
      <w:i/>
      <w:iCs/>
      <w:color w:val="404040" w:themeColor="text1" w:themeTint="BF"/>
      <w:sz w:val="24"/>
      <w:shd w:val="clear" w:color="auto" w:fill="F2F2F2" w:themeFill="background1" w:themeFillShade="F2"/>
    </w:rPr>
  </w:style>
  <w:style w:type="character" w:styleId="Hyperlink">
    <w:name w:val="Hyperlink"/>
    <w:basedOn w:val="DefaultParagraphFont"/>
    <w:uiPriority w:val="99"/>
    <w:unhideWhenUsed/>
    <w:rsid w:val="00C103E2"/>
    <w:rPr>
      <w:color w:val="365F91" w:themeColor="accent1" w:themeShade="BF"/>
      <w:u w:val="single"/>
    </w:rPr>
  </w:style>
  <w:style w:type="paragraph" w:styleId="NoSpacing">
    <w:name w:val="No Spacing"/>
    <w:uiPriority w:val="1"/>
    <w:qFormat/>
    <w:rsid w:val="00DC6320"/>
    <w:pPr>
      <w:spacing w:after="0" w:line="240" w:lineRule="auto"/>
      <w:jc w:val="both"/>
    </w:pPr>
    <w:rPr>
      <w:color w:val="404040" w:themeColor="text1" w:themeTint="BF"/>
      <w:sz w:val="24"/>
    </w:rPr>
  </w:style>
  <w:style w:type="paragraph" w:customStyle="1" w:styleId="Contacts">
    <w:name w:val="Contacts"/>
    <w:basedOn w:val="Footer"/>
    <w:qFormat/>
    <w:rsid w:val="00B103FA"/>
    <w:pPr>
      <w:pBdr>
        <w:left w:val="dotted" w:sz="4" w:space="4" w:color="404040" w:themeColor="text1" w:themeTint="BF"/>
      </w:pBdr>
    </w:pPr>
    <w:rPr>
      <w:color w:val="17365D" w:themeColor="text2" w:themeShade="BF"/>
      <w:sz w:val="22"/>
    </w:rPr>
  </w:style>
  <w:style w:type="table" w:styleId="TableGrid">
    <w:name w:val="Table Grid"/>
    <w:basedOn w:val="TableNormal"/>
    <w:uiPriority w:val="59"/>
    <w:rsid w:val="0007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C103E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103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C103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54"/>
    <w:pPr>
      <w:spacing w:before="200" w:line="240" w:lineRule="auto"/>
    </w:pPr>
    <w:rPr>
      <w:color w:val="404040" w:themeColor="text1" w:themeTint="BF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3FA"/>
    <w:pPr>
      <w:keepNext/>
      <w:keepLines/>
      <w:pBdr>
        <w:top w:val="single" w:sz="12" w:space="1" w:color="5D86B7"/>
        <w:left w:val="single" w:sz="8" w:space="4" w:color="5D86B7"/>
        <w:bottom w:val="single" w:sz="12" w:space="1" w:color="5D86B7"/>
        <w:right w:val="single" w:sz="8" w:space="4" w:color="5D86B7"/>
      </w:pBdr>
      <w:shd w:val="clear" w:color="auto" w:fill="5D86B7"/>
      <w:spacing w:before="240" w:after="0"/>
      <w:outlineLvl w:val="0"/>
    </w:pPr>
    <w:rPr>
      <w:rFonts w:eastAsiaTheme="majorEastAsia" w:cstheme="majorBidi"/>
      <w:b/>
      <w:bCs/>
      <w:caps/>
      <w:color w:val="FFFFFF" w:themeColor="background1"/>
      <w:spacing w:val="15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4B87"/>
    <w:pPr>
      <w:keepNext/>
      <w:keepLines/>
      <w:pBdr>
        <w:top w:val="single" w:sz="18" w:space="1" w:color="DBE5F1" w:themeColor="accent1" w:themeTint="33"/>
        <w:left w:val="single" w:sz="18" w:space="4" w:color="DBE5F1" w:themeColor="accent1" w:themeTint="33"/>
        <w:right w:val="single" w:sz="18" w:space="4" w:color="DBE5F1" w:themeColor="accent1" w:themeTint="33"/>
      </w:pBdr>
      <w:shd w:val="clear" w:color="auto" w:fill="DBE5F1" w:themeFill="accent1" w:themeFillTint="33"/>
      <w:spacing w:before="240" w:after="120"/>
      <w:outlineLvl w:val="1"/>
    </w:pPr>
    <w:rPr>
      <w:rFonts w:eastAsiaTheme="majorEastAsia" w:cstheme="majorBidi"/>
      <w:bCs/>
      <w:caps/>
      <w:spacing w:val="15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4B87"/>
    <w:pPr>
      <w:keepNext/>
      <w:keepLines/>
      <w:pBdr>
        <w:left w:val="single" w:sz="4" w:space="4" w:color="B8CCE4" w:themeColor="accent1" w:themeTint="66"/>
        <w:bottom w:val="single" w:sz="4" w:space="1" w:color="B8CCE4" w:themeColor="accent1" w:themeTint="66"/>
      </w:pBdr>
      <w:spacing w:before="120" w:after="120"/>
      <w:outlineLvl w:val="2"/>
    </w:pPr>
    <w:rPr>
      <w:rFonts w:eastAsiaTheme="majorEastAsia" w:cstheme="majorBidi"/>
      <w:bCs/>
      <w:i/>
      <w:color w:val="1F497D" w:themeColor="text2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03FA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3FA"/>
    <w:rPr>
      <w:rFonts w:eastAsiaTheme="majorEastAsia" w:cstheme="majorBidi"/>
      <w:b/>
      <w:bCs/>
      <w:caps/>
      <w:color w:val="FFFFFF" w:themeColor="background1"/>
      <w:spacing w:val="15"/>
      <w:sz w:val="24"/>
      <w:szCs w:val="28"/>
      <w:shd w:val="clear" w:color="auto" w:fill="5D86B7"/>
    </w:rPr>
  </w:style>
  <w:style w:type="character" w:customStyle="1" w:styleId="Heading2Char">
    <w:name w:val="Heading 2 Char"/>
    <w:basedOn w:val="DefaultParagraphFont"/>
    <w:link w:val="Heading2"/>
    <w:uiPriority w:val="9"/>
    <w:rsid w:val="00834B87"/>
    <w:rPr>
      <w:rFonts w:eastAsiaTheme="majorEastAsia" w:cstheme="majorBidi"/>
      <w:bCs/>
      <w:caps/>
      <w:color w:val="404040" w:themeColor="text1" w:themeTint="BF"/>
      <w:spacing w:val="15"/>
      <w:sz w:val="24"/>
      <w:szCs w:val="26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34B87"/>
    <w:rPr>
      <w:rFonts w:eastAsiaTheme="majorEastAsia" w:cstheme="majorBidi"/>
      <w:bCs/>
      <w:i/>
      <w:color w:val="1F497D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B103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Header">
    <w:name w:val="header"/>
    <w:basedOn w:val="Normal"/>
    <w:link w:val="HeaderChar"/>
    <w:uiPriority w:val="99"/>
    <w:unhideWhenUsed/>
    <w:rsid w:val="00B103FA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103FA"/>
    <w:rPr>
      <w:color w:val="404040" w:themeColor="text1" w:themeTint="BF"/>
      <w:sz w:val="16"/>
    </w:rPr>
  </w:style>
  <w:style w:type="paragraph" w:styleId="Footer">
    <w:name w:val="footer"/>
    <w:basedOn w:val="Normal"/>
    <w:link w:val="FooterChar"/>
    <w:uiPriority w:val="99"/>
    <w:unhideWhenUsed/>
    <w:rsid w:val="00B103FA"/>
    <w:pPr>
      <w:tabs>
        <w:tab w:val="center" w:pos="4680"/>
        <w:tab w:val="right" w:pos="9360"/>
      </w:tabs>
      <w:spacing w:before="0" w:after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B103FA"/>
    <w:rPr>
      <w:color w:val="404040" w:themeColor="text1" w:themeTint="BF"/>
      <w:sz w:val="18"/>
    </w:rPr>
  </w:style>
  <w:style w:type="character" w:styleId="IntenseEmphasis">
    <w:name w:val="Intense Emphasis"/>
    <w:basedOn w:val="DefaultParagraphFont"/>
    <w:uiPriority w:val="21"/>
    <w:qFormat/>
    <w:rsid w:val="00B103FA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3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FA"/>
    <w:rPr>
      <w:rFonts w:ascii="Tahoma" w:hAnsi="Tahoma" w:cs="Tahoma"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3D3E"/>
    <w:pPr>
      <w:spacing w:before="0" w:after="120"/>
      <w:contextualSpacing/>
    </w:pPr>
    <w:rPr>
      <w:rFonts w:eastAsiaTheme="majorEastAsia" w:cstheme="majorBidi"/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3D3E"/>
    <w:rPr>
      <w:rFonts w:eastAsiaTheme="majorEastAsia" w:cstheme="majorBidi"/>
      <w:caps/>
      <w:color w:val="5681B4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103FA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B103FA"/>
    <w:rPr>
      <w:b/>
      <w:bCs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B103FA"/>
    <w:pPr>
      <w:pBdr>
        <w:top w:val="single" w:sz="8" w:space="1" w:color="F2F2F2" w:themeColor="background1" w:themeShade="F2"/>
        <w:left w:val="dotted" w:sz="4" w:space="4" w:color="auto"/>
        <w:bottom w:val="single" w:sz="8" w:space="1" w:color="F2F2F2" w:themeColor="background1" w:themeShade="F2"/>
        <w:right w:val="single" w:sz="12" w:space="4" w:color="F2F2F2" w:themeColor="background1" w:themeShade="F2"/>
      </w:pBdr>
      <w:shd w:val="clear" w:color="auto" w:fill="F2F2F2" w:themeFill="background1" w:themeFillShade="F2"/>
      <w:spacing w:before="240" w:after="240"/>
      <w:ind w:left="432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03FA"/>
    <w:rPr>
      <w:i/>
      <w:iCs/>
      <w:color w:val="404040" w:themeColor="text1" w:themeTint="BF"/>
      <w:sz w:val="24"/>
      <w:shd w:val="clear" w:color="auto" w:fill="F2F2F2" w:themeFill="background1" w:themeFillShade="F2"/>
    </w:rPr>
  </w:style>
  <w:style w:type="character" w:styleId="Hyperlink">
    <w:name w:val="Hyperlink"/>
    <w:basedOn w:val="DefaultParagraphFont"/>
    <w:uiPriority w:val="99"/>
    <w:unhideWhenUsed/>
    <w:rsid w:val="00C103E2"/>
    <w:rPr>
      <w:color w:val="365F91" w:themeColor="accent1" w:themeShade="BF"/>
      <w:u w:val="single"/>
    </w:rPr>
  </w:style>
  <w:style w:type="paragraph" w:styleId="NoSpacing">
    <w:name w:val="No Spacing"/>
    <w:uiPriority w:val="1"/>
    <w:qFormat/>
    <w:rsid w:val="00DC6320"/>
    <w:pPr>
      <w:spacing w:after="0" w:line="240" w:lineRule="auto"/>
      <w:jc w:val="both"/>
    </w:pPr>
    <w:rPr>
      <w:color w:val="404040" w:themeColor="text1" w:themeTint="BF"/>
      <w:sz w:val="24"/>
    </w:rPr>
  </w:style>
  <w:style w:type="paragraph" w:customStyle="1" w:styleId="Contacts">
    <w:name w:val="Contacts"/>
    <w:basedOn w:val="Footer"/>
    <w:qFormat/>
    <w:rsid w:val="00B103FA"/>
    <w:pPr>
      <w:pBdr>
        <w:left w:val="dotted" w:sz="4" w:space="4" w:color="404040" w:themeColor="text1" w:themeTint="BF"/>
      </w:pBdr>
    </w:pPr>
    <w:rPr>
      <w:color w:val="17365D" w:themeColor="text2" w:themeShade="BF"/>
      <w:sz w:val="22"/>
    </w:rPr>
  </w:style>
  <w:style w:type="table" w:styleId="TableGrid">
    <w:name w:val="Table Grid"/>
    <w:basedOn w:val="TableNormal"/>
    <w:uiPriority w:val="59"/>
    <w:rsid w:val="0007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C103E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103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C103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nunavutsis.wikisp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siivola\Desktop\Word%20Templates\SIS%20Word%20Template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02609-31BF-4BB6-845A-AC7CDA5A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SIS Word Template FINAL.dotx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Nunavut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Siivola</dc:creator>
  <cp:lastModifiedBy>Bob Dunn</cp:lastModifiedBy>
  <cp:revision>3</cp:revision>
  <cp:lastPrinted>2014-10-06T22:08:00Z</cp:lastPrinted>
  <dcterms:created xsi:type="dcterms:W3CDTF">2016-08-29T18:17:00Z</dcterms:created>
  <dcterms:modified xsi:type="dcterms:W3CDTF">2016-08-29T18:18:00Z</dcterms:modified>
</cp:coreProperties>
</file>